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2F" w:rsidRDefault="007C682F" w:rsidP="007C682F">
      <w:pPr>
        <w:rPr>
          <w:sz w:val="2"/>
        </w:rPr>
      </w:pPr>
      <w:bookmarkStart w:id="0" w:name="Inicio"/>
      <w:bookmarkStart w:id="1" w:name="_GoBack"/>
      <w:bookmarkEnd w:id="0"/>
      <w:bookmarkEnd w:id="1"/>
    </w:p>
    <w:p w:rsidR="007C682F" w:rsidRDefault="007C682F" w:rsidP="007C682F">
      <w:pPr>
        <w:framePr w:hSpace="142" w:wrap="notBeside" w:vAnchor="text" w:hAnchor="page" w:x="387" w:y="60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SERVIZOS PERIFERICOS</w:t>
      </w:r>
    </w:p>
    <w:p w:rsidR="007C682F" w:rsidRDefault="007C682F" w:rsidP="007C682F">
      <w:pPr>
        <w:rPr>
          <w:sz w:val="12"/>
        </w:rPr>
      </w:pPr>
    </w:p>
    <w:p w:rsidR="007C682F" w:rsidRDefault="007C682F" w:rsidP="007C682F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DO REINO DE GALICIA</w:t>
      </w:r>
    </w:p>
    <w:p w:rsidR="007C682F" w:rsidRDefault="007C682F" w:rsidP="007C682F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7C682F" w:rsidRP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ED.C99.50.301.15001.007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TÉCNICO/A SUPERIOR DE ARQUIVOS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22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10.193,82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A1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ESB1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XORNADA MAÑÁ OU TARDE</w:t>
            </w:r>
          </w:p>
        </w:tc>
      </w:tr>
      <w:tr w:rsid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</w:tbl>
    <w:p w:rsidR="007C682F" w:rsidRDefault="007C682F" w:rsidP="007C682F">
      <w:pPr>
        <w:rPr>
          <w:sz w:val="12"/>
        </w:rPr>
      </w:pPr>
    </w:p>
    <w:p w:rsidR="007C682F" w:rsidRDefault="007C682F" w:rsidP="007C682F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HISTÓRICO PROVINCIAL DE LUGO</w:t>
      </w:r>
    </w:p>
    <w:p w:rsidR="007C682F" w:rsidRDefault="007C682F" w:rsidP="007C682F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7C682F" w:rsidRP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ED.C99.50.301.27001.004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TÉCNICO/A SUPERIOR DE ARQUIVOS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22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10.193,82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A1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ESB1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XORNADA MAÑÁ OU TARDE</w:t>
            </w:r>
          </w:p>
        </w:tc>
      </w:tr>
      <w:tr w:rsid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</w:tbl>
    <w:p w:rsidR="007C682F" w:rsidRDefault="007C682F" w:rsidP="007C682F">
      <w:pPr>
        <w:rPr>
          <w:sz w:val="12"/>
        </w:rPr>
      </w:pPr>
    </w:p>
    <w:p w:rsidR="007C682F" w:rsidRDefault="007C682F" w:rsidP="007C682F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HISTÓRICO PROVINCIAL DE PONTEVEDRA</w:t>
      </w:r>
    </w:p>
    <w:p w:rsidR="007C682F" w:rsidRDefault="007C682F" w:rsidP="007C682F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7C682F" w:rsidRP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ED.C99.50.301.36001.004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TÉCNICO/A SUPERIOR DE ARQUIVOS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22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10.193,82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A1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ESB1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7C682F" w:rsidRP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7C682F">
              <w:rPr>
                <w:sz w:val="14"/>
                <w:highlight w:val="lightGray"/>
              </w:rPr>
              <w:t>XORNADA MAÑÁ OU TARDE</w:t>
            </w:r>
          </w:p>
        </w:tc>
      </w:tr>
      <w:tr w:rsidR="007C682F" w:rsidTr="007C68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C682F" w:rsidRDefault="007C682F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</w:tbl>
    <w:p w:rsidR="007C682F" w:rsidRDefault="007C682F">
      <w:pPr>
        <w:pStyle w:val="Encabezado"/>
        <w:tabs>
          <w:tab w:val="clear" w:pos="4252"/>
          <w:tab w:val="clear" w:pos="8504"/>
        </w:tabs>
        <w:sectPr w:rsidR="007C682F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84" w:right="363" w:bottom="567" w:left="363" w:header="425" w:footer="720" w:gutter="0"/>
          <w:cols w:space="720"/>
          <w:titlePg/>
        </w:sectPr>
      </w:pP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7C682F" w:rsidRDefault="007C682F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7C682F" w:rsidRDefault="007C682F">
      <w:pPr>
        <w:pStyle w:val="Encabezado"/>
        <w:tabs>
          <w:tab w:val="clear" w:pos="4252"/>
          <w:tab w:val="clear" w:pos="8504"/>
        </w:tabs>
      </w:pPr>
    </w:p>
    <w:p w:rsidR="007C682F" w:rsidRDefault="007C682F">
      <w:pPr>
        <w:pStyle w:val="Encabezado"/>
        <w:tabs>
          <w:tab w:val="clear" w:pos="4252"/>
          <w:tab w:val="clear" w:pos="8504"/>
        </w:tabs>
      </w:pP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7C682F" w:rsidRDefault="007C682F">
      <w:pPr>
        <w:pStyle w:val="Encabezado"/>
        <w:tabs>
          <w:tab w:val="clear" w:pos="4252"/>
          <w:tab w:val="clear" w:pos="8504"/>
        </w:tabs>
      </w:pPr>
      <w:r>
        <w:tab/>
        <w:t>ESB1</w:t>
      </w:r>
      <w:r>
        <w:tab/>
        <w:t>ESPECIAL (ESC. FACULT. ARQUIVOS, BIBLIOTECAS E MUSEOS - ESP. ARQUIVOS)</w:t>
      </w:r>
    </w:p>
    <w:p w:rsidR="007C682F" w:rsidRDefault="007C682F">
      <w:pPr>
        <w:pStyle w:val="Encabezado"/>
        <w:tabs>
          <w:tab w:val="clear" w:pos="4252"/>
          <w:tab w:val="clear" w:pos="8504"/>
        </w:tabs>
        <w:rPr>
          <w:b/>
        </w:rPr>
      </w:pPr>
    </w:p>
    <w:p w:rsidR="007C682F" w:rsidRDefault="007C682F">
      <w:pPr>
        <w:pStyle w:val="Encabezado"/>
        <w:tabs>
          <w:tab w:val="clear" w:pos="4252"/>
          <w:tab w:val="clear" w:pos="8504"/>
        </w:tabs>
        <w:rPr>
          <w:b/>
        </w:rPr>
      </w:pP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7C682F" w:rsidRDefault="007C682F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1435D" w:rsidRDefault="007C682F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 xml:space="preserve">ADSCRICIÓN EXCLUSIVA A FUNCIONARIOS DA XUNTA DE GALICIA. </w:t>
      </w:r>
    </w:p>
    <w:sectPr w:rsidR="00D1435D">
      <w:headerReference w:type="first" r:id="rId11"/>
      <w:pgSz w:w="16840" w:h="11907" w:orient="landscape" w:code="9"/>
      <w:pgMar w:top="284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2F" w:rsidRDefault="007C682F">
      <w:pPr>
        <w:pStyle w:val="Encabezado"/>
      </w:pPr>
      <w:r>
        <w:separator/>
      </w:r>
    </w:p>
  </w:endnote>
  <w:endnote w:type="continuationSeparator" w:id="0">
    <w:p w:rsidR="007C682F" w:rsidRDefault="007C682F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1874A9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122A2E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2F" w:rsidRDefault="007C682F">
      <w:pPr>
        <w:pStyle w:val="Encabezado"/>
      </w:pPr>
      <w:r>
        <w:separator/>
      </w:r>
    </w:p>
  </w:footnote>
  <w:footnote w:type="continuationSeparator" w:id="0">
    <w:p w:rsidR="007C682F" w:rsidRDefault="007C682F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Encabezado"/>
      <w:ind w:right="84"/>
      <w:jc w:val="right"/>
      <w:rPr>
        <w:b/>
      </w:rPr>
    </w:pPr>
  </w:p>
  <w:p w:rsidR="009A6477" w:rsidRDefault="009A6477">
    <w:pPr>
      <w:pStyle w:val="Encabezado"/>
      <w:rPr>
        <w:b/>
        <w:u w:val="double"/>
      </w:rPr>
    </w:pPr>
    <w:r>
      <w:rPr>
        <w:b/>
        <w:u w:val="double"/>
      </w:rPr>
      <w:t>_LDconselleria_</w:t>
    </w:r>
  </w:p>
  <w:p w:rsidR="009A6477" w:rsidRDefault="009A6477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blPrEx>
        <w:tblCellMar>
          <w:top w:w="0" w:type="dxa"/>
          <w:bottom w:w="0" w:type="dxa"/>
        </w:tblCellMar>
      </w:tblPrEx>
      <w:tc>
        <w:tcPr>
          <w:tcW w:w="185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Encabezado"/>
      <w:ind w:right="84"/>
      <w:jc w:val="center"/>
      <w:rPr>
        <w:b/>
        <w:i/>
        <w:sz w:val="24"/>
        <w:u w:val="single"/>
      </w:rPr>
    </w:pPr>
    <w:r>
      <w:rPr>
        <w:b/>
        <w:i/>
        <w:sz w:val="24"/>
        <w:u w:val="single"/>
      </w:rPr>
      <w:t>E Q U I V A L E N C I A S</w:t>
    </w:r>
  </w:p>
  <w:p w:rsidR="009A6477" w:rsidRDefault="007C682F">
    <w:pPr>
      <w:pStyle w:val="Encabezado"/>
      <w:ind w:right="84"/>
      <w:jc w:val="right"/>
      <w:rPr>
        <w:b/>
      </w:rPr>
    </w:pPr>
    <w:r>
      <w:rPr>
        <w:b/>
      </w:rPr>
      <w:t>07/06/2024</w:t>
    </w:r>
  </w:p>
  <w:p w:rsidR="009A6477" w:rsidRDefault="00122A2E">
    <w:pPr>
      <w:pStyle w:val="Encabezado"/>
      <w:ind w:right="84"/>
      <w:jc w:val="center"/>
      <w:rPr>
        <w:b/>
        <w:sz w:val="24"/>
      </w:rPr>
    </w:pPr>
    <w:r w:rsidRPr="00122A2E">
      <w:rPr>
        <w:b/>
        <w:sz w:val="24"/>
      </w:rPr>
      <w:t xml:space="preserve">    CONSELLERÍA DE CULTURA, LINGUA E XUVENTUDE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p w:rsidR="009A6477" w:rsidRDefault="009A6477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blPrEx>
        <w:tblCellMar>
          <w:top w:w="0" w:type="dxa"/>
          <w:bottom w:w="0" w:type="dxa"/>
        </w:tblCellMar>
      </w:tblPrEx>
      <w:tc>
        <w:tcPr>
          <w:tcW w:w="1859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2F" w:rsidRDefault="007C682F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revisionView w:markup="0" w:comments="0" w:insDel="0" w:formatting="0"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82F"/>
    <w:rsid w:val="00122A2E"/>
    <w:rsid w:val="001874A9"/>
    <w:rsid w:val="00223707"/>
    <w:rsid w:val="007C682F"/>
    <w:rsid w:val="009A6477"/>
    <w:rsid w:val="00A02907"/>
    <w:rsid w:val="00D1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EQF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RPTEQF97S_SG_F.DOT</Template>
  <TotalTime>1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equivalencias RPT de funcionarios, versión w97</vt:lpstr>
    </vt:vector>
  </TitlesOfParts>
  <Company>XUNTA DE GALICIA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equivalencias RPT de funcionarios, versión w97</dc:title>
  <dc:creator>HP Inc.</dc:creator>
  <cp:lastModifiedBy>HP Inc.</cp:lastModifiedBy>
  <cp:revision>1</cp:revision>
  <cp:lastPrinted>1601-01-01T00:00:00Z</cp:lastPrinted>
  <dcterms:created xsi:type="dcterms:W3CDTF">2024-06-07T08:12:00Z</dcterms:created>
  <dcterms:modified xsi:type="dcterms:W3CDTF">2024-06-07T08:26:00Z</dcterms:modified>
</cp:coreProperties>
</file>